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25BF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E51ED">
        <w:rPr>
          <w:rFonts w:ascii="Arial Narrow" w:hAnsi="Arial Narrow"/>
          <w:noProof/>
          <w:sz w:val="22"/>
          <w:lang w:val="de-DE"/>
        </w:rPr>
        <w:t>10.05.2017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F15E84" w:rsidRDefault="00497CA7" w:rsidP="00F15E8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5241F3" w:rsidRDefault="007440AD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8158FE" w:rsidRDefault="008158FE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Preise LAN-Party (Lukas)</w:t>
      </w:r>
    </w:p>
    <w:p w:rsidR="00665600" w:rsidRDefault="00665600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Ausflug Aikido (Fabian)</w:t>
      </w:r>
    </w:p>
    <w:p w:rsidR="00AF5710" w:rsidRDefault="00AF5710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</w:t>
      </w:r>
      <w:r w:rsidR="00284322">
        <w:rPr>
          <w:rFonts w:ascii="Arial Narrow" w:hAnsi="Arial Narrow"/>
          <w:sz w:val="22"/>
          <w:lang w:val="de-DE"/>
        </w:rPr>
        <w:t>e</w:t>
      </w:r>
      <w:r w:rsidR="006A6F8F">
        <w:rPr>
          <w:rFonts w:ascii="Arial Narrow" w:hAnsi="Arial Narrow"/>
          <w:sz w:val="22"/>
          <w:lang w:val="de-DE"/>
        </w:rPr>
        <w:t>r</w:t>
      </w:r>
      <w:r>
        <w:rPr>
          <w:rFonts w:ascii="Arial Narrow" w:hAnsi="Arial Narrow"/>
          <w:sz w:val="22"/>
          <w:lang w:val="de-DE"/>
        </w:rPr>
        <w:t>Bar</w:t>
      </w:r>
      <w:proofErr w:type="spellEnd"/>
      <w:r w:rsidR="00C747E6">
        <w:rPr>
          <w:rFonts w:ascii="Arial Narrow" w:hAnsi="Arial Narrow"/>
          <w:sz w:val="22"/>
          <w:lang w:val="de-DE"/>
        </w:rPr>
        <w:t xml:space="preserve"> (Fabian)</w:t>
      </w:r>
    </w:p>
    <w:p w:rsidR="006C0C94" w:rsidRDefault="006A6F8F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Caj</w:t>
      </w:r>
      <w:r w:rsidR="009E51ED">
        <w:rPr>
          <w:rFonts w:ascii="Arial Narrow" w:hAnsi="Arial Narrow"/>
          <w:sz w:val="22"/>
          <w:lang w:val="de-DE"/>
        </w:rPr>
        <w:t>ó</w:t>
      </w:r>
      <w:r w:rsidR="006C0C94">
        <w:rPr>
          <w:rFonts w:ascii="Arial Narrow" w:hAnsi="Arial Narrow"/>
          <w:sz w:val="22"/>
          <w:lang w:val="de-DE"/>
        </w:rPr>
        <w:t>n</w:t>
      </w:r>
      <w:bookmarkStart w:id="0" w:name="_GoBack"/>
      <w:bookmarkEnd w:id="0"/>
      <w:proofErr w:type="spellEnd"/>
      <w:r w:rsidR="006C0C94">
        <w:rPr>
          <w:rFonts w:ascii="Arial Narrow" w:hAnsi="Arial Narrow"/>
          <w:sz w:val="22"/>
          <w:lang w:val="de-DE"/>
        </w:rPr>
        <w:t xml:space="preserve"> für SMD (Lukas)</w:t>
      </w:r>
    </w:p>
    <w:p w:rsidR="00C63FA7" w:rsidRDefault="00C63FA7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Schranke (Lukas / Sigi)</w:t>
      </w:r>
    </w:p>
    <w:p w:rsidR="007D3525" w:rsidRPr="00425BF8" w:rsidRDefault="007D3525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(Matze (in tiefer Trauer (und Verzweiflung (und Resignation))))</w:t>
      </w:r>
    </w:p>
    <w:p w:rsidR="008158FE" w:rsidRPr="008158FE" w:rsidRDefault="00284322" w:rsidP="00815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</w:t>
      </w:r>
      <w:proofErr w:type="spellStart"/>
      <w:r>
        <w:rPr>
          <w:rFonts w:ascii="Arial Narrow" w:hAnsi="Arial Narrow"/>
          <w:sz w:val="22"/>
          <w:lang w:val="de-DE"/>
        </w:rPr>
        <w:t>ELFerR</w:t>
      </w:r>
      <w:r w:rsidR="00B118D5">
        <w:rPr>
          <w:rFonts w:ascii="Arial Narrow" w:hAnsi="Arial Narrow"/>
          <w:sz w:val="22"/>
          <w:lang w:val="de-DE"/>
        </w:rPr>
        <w:t>at</w:t>
      </w:r>
      <w:proofErr w:type="spellEnd"/>
      <w:r w:rsidR="00B118D5">
        <w:rPr>
          <w:rFonts w:ascii="Arial Narrow" w:hAnsi="Arial Narrow"/>
          <w:sz w:val="22"/>
          <w:lang w:val="de-DE"/>
        </w:rPr>
        <w:t xml:space="preserve"> (Lukas / Matze)</w:t>
      </w:r>
    </w:p>
    <w:p w:rsidR="00C00D76" w:rsidRDefault="00E71175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E51ED" w:rsidRPr="009E51ED" w:rsidRDefault="00284322" w:rsidP="0028432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E51ED">
        <w:rPr>
          <w:rFonts w:ascii="Arial Narrow" w:hAnsi="Arial Narrow"/>
          <w:sz w:val="22"/>
          <w:lang w:val="de-DE"/>
        </w:rPr>
        <w:t>Leergut</w:t>
      </w:r>
    </w:p>
    <w:sectPr w:rsidR="009E51ED" w:rsidRPr="009E51E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72FE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6355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10E8"/>
    <w:rsid w:val="000459F9"/>
    <w:rsid w:val="00045EF3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546DA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84322"/>
    <w:rsid w:val="002A108C"/>
    <w:rsid w:val="002A571F"/>
    <w:rsid w:val="002B1A01"/>
    <w:rsid w:val="002D090B"/>
    <w:rsid w:val="002D6AB8"/>
    <w:rsid w:val="002E7327"/>
    <w:rsid w:val="00310FD9"/>
    <w:rsid w:val="00312F4D"/>
    <w:rsid w:val="003154A6"/>
    <w:rsid w:val="003339C0"/>
    <w:rsid w:val="0034237A"/>
    <w:rsid w:val="0036697F"/>
    <w:rsid w:val="003733CC"/>
    <w:rsid w:val="003775B0"/>
    <w:rsid w:val="0039509D"/>
    <w:rsid w:val="00396AA7"/>
    <w:rsid w:val="003A704C"/>
    <w:rsid w:val="003B669B"/>
    <w:rsid w:val="003C4F54"/>
    <w:rsid w:val="003F5426"/>
    <w:rsid w:val="00406006"/>
    <w:rsid w:val="004108F1"/>
    <w:rsid w:val="00425BF8"/>
    <w:rsid w:val="00425EF5"/>
    <w:rsid w:val="004359A0"/>
    <w:rsid w:val="00441B0C"/>
    <w:rsid w:val="0048079E"/>
    <w:rsid w:val="00487AF4"/>
    <w:rsid w:val="00495713"/>
    <w:rsid w:val="00497CA7"/>
    <w:rsid w:val="004D1F62"/>
    <w:rsid w:val="00501683"/>
    <w:rsid w:val="00501BD9"/>
    <w:rsid w:val="005241F3"/>
    <w:rsid w:val="00543129"/>
    <w:rsid w:val="00563559"/>
    <w:rsid w:val="00577F83"/>
    <w:rsid w:val="00593FA9"/>
    <w:rsid w:val="005B1C22"/>
    <w:rsid w:val="005F45A2"/>
    <w:rsid w:val="00602994"/>
    <w:rsid w:val="00606F9B"/>
    <w:rsid w:val="006170C0"/>
    <w:rsid w:val="006204D1"/>
    <w:rsid w:val="00665600"/>
    <w:rsid w:val="00685893"/>
    <w:rsid w:val="00686ECB"/>
    <w:rsid w:val="006934C1"/>
    <w:rsid w:val="006A01E2"/>
    <w:rsid w:val="006A0CE7"/>
    <w:rsid w:val="006A2577"/>
    <w:rsid w:val="006A6E9D"/>
    <w:rsid w:val="006A6F8F"/>
    <w:rsid w:val="006C0C94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3525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8FE"/>
    <w:rsid w:val="00815DF3"/>
    <w:rsid w:val="0081784D"/>
    <w:rsid w:val="00837047"/>
    <w:rsid w:val="00843F45"/>
    <w:rsid w:val="008457B3"/>
    <w:rsid w:val="00847CDD"/>
    <w:rsid w:val="008743D8"/>
    <w:rsid w:val="008C250E"/>
    <w:rsid w:val="008D16EC"/>
    <w:rsid w:val="008D2BDB"/>
    <w:rsid w:val="008F7364"/>
    <w:rsid w:val="00927544"/>
    <w:rsid w:val="009301A0"/>
    <w:rsid w:val="00937828"/>
    <w:rsid w:val="00956F05"/>
    <w:rsid w:val="00962D5F"/>
    <w:rsid w:val="009757B0"/>
    <w:rsid w:val="00981F70"/>
    <w:rsid w:val="00986653"/>
    <w:rsid w:val="009906B7"/>
    <w:rsid w:val="009B1C2A"/>
    <w:rsid w:val="009B7B2F"/>
    <w:rsid w:val="009D3E73"/>
    <w:rsid w:val="009E51ED"/>
    <w:rsid w:val="009E695E"/>
    <w:rsid w:val="009E6CE4"/>
    <w:rsid w:val="009F29AA"/>
    <w:rsid w:val="00A05515"/>
    <w:rsid w:val="00A448D9"/>
    <w:rsid w:val="00A44D35"/>
    <w:rsid w:val="00A45838"/>
    <w:rsid w:val="00A60056"/>
    <w:rsid w:val="00A87E62"/>
    <w:rsid w:val="00A94BC2"/>
    <w:rsid w:val="00AE757F"/>
    <w:rsid w:val="00AF264D"/>
    <w:rsid w:val="00AF4860"/>
    <w:rsid w:val="00AF5710"/>
    <w:rsid w:val="00AF6783"/>
    <w:rsid w:val="00B118D5"/>
    <w:rsid w:val="00B25462"/>
    <w:rsid w:val="00B262CA"/>
    <w:rsid w:val="00B31937"/>
    <w:rsid w:val="00B40F8C"/>
    <w:rsid w:val="00B47140"/>
    <w:rsid w:val="00B51224"/>
    <w:rsid w:val="00B83D82"/>
    <w:rsid w:val="00B84C88"/>
    <w:rsid w:val="00B872FE"/>
    <w:rsid w:val="00BA10A5"/>
    <w:rsid w:val="00BD08F6"/>
    <w:rsid w:val="00BD4E8B"/>
    <w:rsid w:val="00BE1515"/>
    <w:rsid w:val="00C00D76"/>
    <w:rsid w:val="00C1435E"/>
    <w:rsid w:val="00C22F83"/>
    <w:rsid w:val="00C46942"/>
    <w:rsid w:val="00C60DAE"/>
    <w:rsid w:val="00C63840"/>
    <w:rsid w:val="00C63FA7"/>
    <w:rsid w:val="00C70A7F"/>
    <w:rsid w:val="00C747E6"/>
    <w:rsid w:val="00C772CC"/>
    <w:rsid w:val="00C82C9C"/>
    <w:rsid w:val="00CA5DF7"/>
    <w:rsid w:val="00CB5BD5"/>
    <w:rsid w:val="00CC1CB0"/>
    <w:rsid w:val="00CD7327"/>
    <w:rsid w:val="00CD7E93"/>
    <w:rsid w:val="00CF0EE6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B31F2"/>
    <w:rsid w:val="00ED333D"/>
    <w:rsid w:val="00F15E84"/>
    <w:rsid w:val="00F15EEB"/>
    <w:rsid w:val="00F52EB7"/>
    <w:rsid w:val="00F82B23"/>
    <w:rsid w:val="00F834DE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Lukas Scheuerle</cp:lastModifiedBy>
  <cp:revision>17</cp:revision>
  <cp:lastPrinted>2017-05-10T10:57:00Z</cp:lastPrinted>
  <dcterms:created xsi:type="dcterms:W3CDTF">2017-05-03T16:54:00Z</dcterms:created>
  <dcterms:modified xsi:type="dcterms:W3CDTF">2017-05-10T11:51:00Z</dcterms:modified>
</cp:coreProperties>
</file>